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E9920" w14:textId="77777777" w:rsidR="002F3EF1" w:rsidRPr="002F3EF1" w:rsidRDefault="002F3EF1" w:rsidP="00C73537">
      <w:pPr>
        <w:spacing w:after="0"/>
        <w:jc w:val="center"/>
        <w:rPr>
          <w:b/>
          <w:lang w:val="sr-Cyrl-RS"/>
        </w:rPr>
      </w:pPr>
      <w:r w:rsidRPr="002F3EF1">
        <w:rPr>
          <w:b/>
          <w:lang w:val="sr-Cyrl-RS"/>
        </w:rPr>
        <w:t xml:space="preserve">НАЧИН РЕАЛИЗАЦИЈЕ НАСТАВЕ </w:t>
      </w:r>
      <w:r w:rsidR="00C73537">
        <w:rPr>
          <w:b/>
          <w:lang w:val="sr-Cyrl-RS"/>
        </w:rPr>
        <w:t xml:space="preserve">ЗА СТУДЕНТЕ ПРВЕ ГОДИНЕ ОСНОВНИХ АКАДЕМСКИХ СТУДИЈА </w:t>
      </w:r>
      <w:r w:rsidR="00C73537">
        <w:rPr>
          <w:b/>
          <w:lang w:val="sr-Latn-RS"/>
        </w:rPr>
        <w:t xml:space="preserve"> </w:t>
      </w:r>
      <w:r w:rsidRPr="002F3EF1">
        <w:rPr>
          <w:b/>
          <w:lang w:val="sr-Cyrl-RS"/>
        </w:rPr>
        <w:t>НА ФИЛОЗОФСКОМ ФАКУЛТЕТУ УНИВЕРЗИТЕТА У НИШУ</w:t>
      </w:r>
    </w:p>
    <w:p w14:paraId="09A53C1E" w14:textId="77777777" w:rsidR="00E73F43" w:rsidRDefault="002F3EF1" w:rsidP="00C73537">
      <w:pPr>
        <w:spacing w:after="0"/>
        <w:jc w:val="center"/>
        <w:rPr>
          <w:b/>
          <w:lang w:val="sr-Cyrl-RS"/>
        </w:rPr>
      </w:pPr>
      <w:r w:rsidRPr="002F3EF1">
        <w:rPr>
          <w:b/>
          <w:lang w:val="sr-Cyrl-RS"/>
        </w:rPr>
        <w:t>У ЈЕСЕЊЕМ СЕМЕСТРУ АКАДЕМСКЕ 2020/2021. ГОДИНЕ</w:t>
      </w:r>
    </w:p>
    <w:p w14:paraId="22FFF60F" w14:textId="77777777" w:rsidR="00C73537" w:rsidRDefault="00C73537" w:rsidP="00C73537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ПОЧЕВ ОД 26.10.2020. ГОДИНЕ</w:t>
      </w:r>
    </w:p>
    <w:p w14:paraId="508F68E7" w14:textId="77777777" w:rsidR="004B2997" w:rsidRPr="002F3EF1" w:rsidRDefault="004B2997" w:rsidP="004B2997">
      <w:pPr>
        <w:jc w:val="center"/>
        <w:rPr>
          <w:b/>
          <w:lang w:val="sr-Cyrl-RS"/>
        </w:rPr>
      </w:pPr>
      <w:r>
        <w:rPr>
          <w:b/>
          <w:lang w:val="sr-Cyrl-RS"/>
        </w:rPr>
        <w:t>(ПРЕДЛОГ)</w:t>
      </w:r>
    </w:p>
    <w:p w14:paraId="28B83C63" w14:textId="77777777" w:rsidR="002F3EF1" w:rsidRDefault="002F3EF1" w:rsidP="005A2469">
      <w:pPr>
        <w:jc w:val="both"/>
        <w:rPr>
          <w:lang w:val="sr-Cyrl-RS"/>
        </w:rPr>
      </w:pPr>
    </w:p>
    <w:p w14:paraId="3EF16CF8" w14:textId="77777777" w:rsidR="002F3EF1" w:rsidRDefault="002F3EF1" w:rsidP="005A2469">
      <w:pPr>
        <w:jc w:val="both"/>
        <w:rPr>
          <w:lang w:val="sr-Cyrl-RS"/>
        </w:rPr>
      </w:pPr>
      <w:r>
        <w:rPr>
          <w:lang w:val="sr-Cyrl-RS"/>
        </w:rPr>
        <w:t xml:space="preserve">С обзиром на </w:t>
      </w:r>
      <w:r w:rsidR="00C73537">
        <w:rPr>
          <w:lang w:val="sr-Cyrl-RS"/>
        </w:rPr>
        <w:t xml:space="preserve">погоршање </w:t>
      </w:r>
      <w:r>
        <w:rPr>
          <w:lang w:val="sr-Cyrl-RS"/>
        </w:rPr>
        <w:t>епидемиолошк</w:t>
      </w:r>
      <w:r w:rsidR="00C73537">
        <w:rPr>
          <w:lang w:val="sr-Cyrl-RS"/>
        </w:rPr>
        <w:t>е</w:t>
      </w:r>
      <w:r>
        <w:rPr>
          <w:lang w:val="sr-Cyrl-RS"/>
        </w:rPr>
        <w:t xml:space="preserve"> ситуациј</w:t>
      </w:r>
      <w:r w:rsidR="00C73537">
        <w:rPr>
          <w:lang w:val="sr-Cyrl-RS"/>
        </w:rPr>
        <w:t>е</w:t>
      </w:r>
      <w:r>
        <w:rPr>
          <w:lang w:val="sr-Cyrl-RS"/>
        </w:rPr>
        <w:t xml:space="preserve"> у вези са ширењем инфекције COVID-19, </w:t>
      </w:r>
      <w:r w:rsidR="00C73537">
        <w:rPr>
          <w:lang w:val="sr-Cyrl-RS"/>
        </w:rPr>
        <w:t xml:space="preserve">управа </w:t>
      </w:r>
      <w:r w:rsidR="007E2E9B">
        <w:rPr>
          <w:lang w:val="sr-Cyrl-RS"/>
        </w:rPr>
        <w:t xml:space="preserve">Факултета </w:t>
      </w:r>
      <w:r w:rsidR="00C73537">
        <w:rPr>
          <w:lang w:val="sr-Cyrl-RS"/>
        </w:rPr>
        <w:t xml:space="preserve">предлаже измену начина реализације наставе за студенте прве године основних академских студија </w:t>
      </w:r>
      <w:r w:rsidR="007E2E9B">
        <w:rPr>
          <w:lang w:val="sr-Cyrl-RS"/>
        </w:rPr>
        <w:t xml:space="preserve">у јесењем семестру академске 2020/2021. </w:t>
      </w:r>
      <w:r w:rsidR="00C73537">
        <w:rPr>
          <w:lang w:val="sr-Cyrl-RS"/>
        </w:rPr>
        <w:t>г</w:t>
      </w:r>
      <w:r w:rsidR="007E2E9B">
        <w:rPr>
          <w:lang w:val="sr-Cyrl-RS"/>
        </w:rPr>
        <w:t>одине</w:t>
      </w:r>
      <w:r w:rsidR="00C73537">
        <w:rPr>
          <w:lang w:val="sr-Cyrl-RS"/>
        </w:rPr>
        <w:t xml:space="preserve"> и предлаже да се настава, почев од понедељка, 26. октобра 2020. године, одвија</w:t>
      </w:r>
      <w:r>
        <w:rPr>
          <w:lang w:val="sr-Cyrl-RS"/>
        </w:rPr>
        <w:t xml:space="preserve"> на следећи начин:</w:t>
      </w:r>
    </w:p>
    <w:p w14:paraId="4EEE391D" w14:textId="77777777" w:rsidR="004E7DDE" w:rsidRDefault="004E7DDE" w:rsidP="005A2469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 xml:space="preserve">Студенти </w:t>
      </w:r>
      <w:r w:rsidR="00C73537">
        <w:rPr>
          <w:lang w:val="sr-Cyrl-RS"/>
        </w:rPr>
        <w:t xml:space="preserve">прве године основних академских студија ће похађати наставу на исти начин као и студенти </w:t>
      </w:r>
      <w:r>
        <w:rPr>
          <w:lang w:val="sr-Cyrl-RS"/>
        </w:rPr>
        <w:t>друге, треће и четврте године основних академских студија, студенти мастер академских и докторских академских студија</w:t>
      </w:r>
      <w:r w:rsidR="00C73537">
        <w:rPr>
          <w:lang w:val="sr-Cyrl-RS"/>
        </w:rPr>
        <w:t xml:space="preserve">, што подразумева да ће се </w:t>
      </w:r>
      <w:r w:rsidR="00C132C4">
        <w:rPr>
          <w:lang w:val="sr-Cyrl-RS"/>
        </w:rPr>
        <w:t>п</w:t>
      </w:r>
      <w:r>
        <w:rPr>
          <w:lang w:val="sr-Cyrl-RS"/>
        </w:rPr>
        <w:t xml:space="preserve">редавања </w:t>
      </w:r>
      <w:r w:rsidR="00C132C4">
        <w:rPr>
          <w:lang w:val="sr-Cyrl-RS"/>
        </w:rPr>
        <w:t xml:space="preserve">за све студенте </w:t>
      </w:r>
      <w:r w:rsidR="003C2431">
        <w:rPr>
          <w:lang w:val="sr-Cyrl-RS"/>
        </w:rPr>
        <w:t xml:space="preserve">одржавати </w:t>
      </w:r>
      <w:r>
        <w:rPr>
          <w:lang w:val="sr-Cyrl-RS"/>
        </w:rPr>
        <w:t xml:space="preserve">преко апликације </w:t>
      </w:r>
      <w:r>
        <w:rPr>
          <w:lang w:val="sr-Latn-RS"/>
        </w:rPr>
        <w:t>Google Meet</w:t>
      </w:r>
      <w:r w:rsidR="00045A01">
        <w:rPr>
          <w:lang w:val="sr-Latn-RS"/>
        </w:rPr>
        <w:t xml:space="preserve">, а материјали </w:t>
      </w:r>
      <w:r w:rsidR="00045A01">
        <w:rPr>
          <w:lang w:val="sr-Cyrl-RS"/>
        </w:rPr>
        <w:t xml:space="preserve">и задаци за рад </w:t>
      </w:r>
      <w:r w:rsidR="00045A01">
        <w:rPr>
          <w:lang w:val="sr-Latn-RS"/>
        </w:rPr>
        <w:t xml:space="preserve">ће </w:t>
      </w:r>
      <w:r w:rsidR="003C2431">
        <w:rPr>
          <w:lang w:val="sr-Cyrl-RS"/>
        </w:rPr>
        <w:t>студентима</w:t>
      </w:r>
      <w:r w:rsidR="00045A01">
        <w:rPr>
          <w:lang w:val="sr-Latn-RS"/>
        </w:rPr>
        <w:t xml:space="preserve"> бити </w:t>
      </w:r>
      <w:r w:rsidR="00285D23">
        <w:rPr>
          <w:lang w:val="sr-Cyrl-RS"/>
        </w:rPr>
        <w:t>д</w:t>
      </w:r>
      <w:r w:rsidR="00045A01">
        <w:rPr>
          <w:lang w:val="sr-Latn-RS"/>
        </w:rPr>
        <w:t xml:space="preserve">остављани </w:t>
      </w:r>
      <w:r w:rsidR="00045A01">
        <w:rPr>
          <w:lang w:val="sr-Cyrl-RS"/>
        </w:rPr>
        <w:t xml:space="preserve">преко апликације Google Classroom. Када је реч о часовима вежби, оне часове које је могуће реализовати преко апликација </w:t>
      </w:r>
      <w:r w:rsidR="00045A01">
        <w:rPr>
          <w:lang w:val="sr-Latn-RS"/>
        </w:rPr>
        <w:t>Google Meet</w:t>
      </w:r>
      <w:r w:rsidR="00045A01">
        <w:rPr>
          <w:lang w:val="sr-Cyrl-RS"/>
        </w:rPr>
        <w:t xml:space="preserve"> и Google Classroom треба реализовати </w:t>
      </w:r>
      <w:r w:rsidR="00C132C4">
        <w:rPr>
          <w:lang w:val="sr-Cyrl-RS"/>
        </w:rPr>
        <w:t xml:space="preserve">за све студенте </w:t>
      </w:r>
      <w:r w:rsidR="00045A01">
        <w:rPr>
          <w:lang w:val="sr-Cyrl-RS"/>
        </w:rPr>
        <w:t>на даљину. Делове практичне наставе које није могуће реализовати на даљину, наставници и сарадници ће реализовати на Факултету</w:t>
      </w:r>
      <w:r w:rsidR="005A2469">
        <w:rPr>
          <w:lang w:val="sr-Cyrl-RS"/>
        </w:rPr>
        <w:t>,</w:t>
      </w:r>
      <w:r w:rsidR="00045A01">
        <w:rPr>
          <w:lang w:val="sr-Cyrl-RS"/>
        </w:rPr>
        <w:t xml:space="preserve"> тако што ће организовати активности са мањим групама студената.</w:t>
      </w:r>
      <w:r w:rsidR="00251C65">
        <w:rPr>
          <w:lang w:val="sr-Latn-RS"/>
        </w:rPr>
        <w:t xml:space="preserve"> </w:t>
      </w:r>
      <w:r w:rsidR="00251C65" w:rsidRPr="00C132C4">
        <w:rPr>
          <w:lang w:val="sr-Latn-RS"/>
        </w:rPr>
        <w:t xml:space="preserve">Oве часове наставници и сарадници најављују </w:t>
      </w:r>
      <w:r w:rsidR="00251C65" w:rsidRPr="00C132C4">
        <w:rPr>
          <w:lang w:val="sr-Cyrl-RS"/>
        </w:rPr>
        <w:t>мејлом (потребан број термин</w:t>
      </w:r>
      <w:r w:rsidR="00C132C4" w:rsidRPr="00C132C4">
        <w:rPr>
          <w:lang w:val="sr-Cyrl-RS"/>
        </w:rPr>
        <w:t>а</w:t>
      </w:r>
      <w:r w:rsidR="00251C65" w:rsidRPr="00C132C4">
        <w:rPr>
          <w:lang w:val="sr-Cyrl-RS"/>
        </w:rPr>
        <w:t xml:space="preserve"> и просторија, са назначеном величином група) </w:t>
      </w:r>
      <w:r w:rsidR="00251C65" w:rsidRPr="00C132C4">
        <w:rPr>
          <w:lang w:val="sr-Latn-RS"/>
        </w:rPr>
        <w:t>најкасније недељу дана раније Служби за наставу и студентска питања и продекану за наставу истовремено.</w:t>
      </w:r>
    </w:p>
    <w:p w14:paraId="2411F144" w14:textId="77777777" w:rsidR="00045A01" w:rsidRDefault="00045A01" w:rsidP="005A2469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Настава на даљину се реализ</w:t>
      </w:r>
      <w:r w:rsidR="00645F7B">
        <w:rPr>
          <w:lang w:val="sr-Cyrl-RS"/>
        </w:rPr>
        <w:t>ује</w:t>
      </w:r>
      <w:r>
        <w:rPr>
          <w:lang w:val="sr-Cyrl-RS"/>
        </w:rPr>
        <w:t xml:space="preserve"> према распореду часова који </w:t>
      </w:r>
      <w:r w:rsidR="00C73537">
        <w:rPr>
          <w:lang w:val="sr-Cyrl-RS"/>
        </w:rPr>
        <w:t xml:space="preserve">је </w:t>
      </w:r>
      <w:r>
        <w:rPr>
          <w:lang w:val="sr-Cyrl-RS"/>
        </w:rPr>
        <w:t>усв</w:t>
      </w:r>
      <w:r w:rsidR="00C73537">
        <w:rPr>
          <w:lang w:val="sr-Cyrl-RS"/>
        </w:rPr>
        <w:t>ојило</w:t>
      </w:r>
      <w:r>
        <w:rPr>
          <w:lang w:val="sr-Cyrl-RS"/>
        </w:rPr>
        <w:t xml:space="preserve"> Наставно-научно веће.</w:t>
      </w:r>
      <w:r w:rsidR="00FC5C9E">
        <w:rPr>
          <w:lang w:val="sr-Cyrl-RS"/>
        </w:rPr>
        <w:t xml:space="preserve"> </w:t>
      </w:r>
      <w:r w:rsidR="00CE5FFA">
        <w:rPr>
          <w:lang w:val="sr-Cyrl-RS"/>
        </w:rPr>
        <w:t>Наставници и сарадници треба да доставе линкове за све видове наставе на првој години основних академских студија управницима департмана.</w:t>
      </w:r>
    </w:p>
    <w:p w14:paraId="5F618E79" w14:textId="77777777" w:rsidR="00045A01" w:rsidRPr="00645F7B" w:rsidRDefault="00045A01" w:rsidP="00ED053E">
      <w:pPr>
        <w:numPr>
          <w:ilvl w:val="0"/>
          <w:numId w:val="1"/>
        </w:numPr>
        <w:jc w:val="both"/>
        <w:rPr>
          <w:lang w:val="sr-Cyrl-RS"/>
        </w:rPr>
      </w:pPr>
      <w:r w:rsidRPr="00FC5C9E">
        <w:rPr>
          <w:b/>
          <w:lang w:val="sr-Cyrl-RS"/>
        </w:rPr>
        <w:t xml:space="preserve">Реализација наставе на даљину подразумева </w:t>
      </w:r>
      <w:r w:rsidR="00645F7B" w:rsidRPr="00FC5C9E">
        <w:rPr>
          <w:b/>
          <w:lang w:val="sr-Cyrl-RS"/>
        </w:rPr>
        <w:t xml:space="preserve">онлајн видео и аудио комуникацију у реалном времену са групом студената и размену материјала и задатака, односно обавезно коришћење </w:t>
      </w:r>
      <w:r w:rsidRPr="00FC5C9E">
        <w:rPr>
          <w:b/>
          <w:lang w:val="sr-Cyrl-RS"/>
        </w:rPr>
        <w:t xml:space="preserve">апликација </w:t>
      </w:r>
      <w:r w:rsidRPr="00FC5C9E">
        <w:rPr>
          <w:b/>
          <w:lang w:val="sr-Latn-RS"/>
        </w:rPr>
        <w:t>Google Meet</w:t>
      </w:r>
      <w:r w:rsidRPr="00FC5C9E">
        <w:rPr>
          <w:b/>
          <w:lang w:val="sr-Cyrl-RS"/>
        </w:rPr>
        <w:t xml:space="preserve"> и Google Classroom</w:t>
      </w:r>
      <w:r w:rsidR="00645F7B" w:rsidRPr="00FC5C9E">
        <w:rPr>
          <w:b/>
          <w:lang w:val="sr-Cyrl-RS"/>
        </w:rPr>
        <w:t>.</w:t>
      </w:r>
      <w:r w:rsidRPr="00FC5C9E">
        <w:rPr>
          <w:b/>
          <w:lang w:val="sr-Cyrl-RS"/>
        </w:rPr>
        <w:t xml:space="preserve"> </w:t>
      </w:r>
      <w:r w:rsidR="00FC5C9E" w:rsidRPr="00FC5C9E">
        <w:rPr>
          <w:b/>
          <w:lang w:val="sr-Cyrl-RS"/>
        </w:rPr>
        <w:t>Настава свих предмета која се одвија на даљину мора се реализовати на овај начин.</w:t>
      </w:r>
      <w:r w:rsidR="00FC5C9E">
        <w:rPr>
          <w:lang w:val="sr-Cyrl-RS"/>
        </w:rPr>
        <w:t xml:space="preserve"> </w:t>
      </w:r>
      <w:r w:rsidR="00645F7B" w:rsidRPr="00645F7B">
        <w:rPr>
          <w:lang w:val="sr-Cyrl-RS"/>
        </w:rPr>
        <w:t xml:space="preserve">Поменуте апликације су доступне за бесплатно коришћење преко налога на filfak домену. У оквиру бесплатног коришћења, у сесију преко апликације </w:t>
      </w:r>
      <w:r w:rsidR="00645F7B" w:rsidRPr="00645F7B">
        <w:rPr>
          <w:lang w:val="sr-Latn-RS"/>
        </w:rPr>
        <w:t>Google Meet</w:t>
      </w:r>
      <w:r w:rsidR="00645F7B" w:rsidRPr="00645F7B">
        <w:rPr>
          <w:lang w:val="sr-Cyrl-RS"/>
        </w:rPr>
        <w:t xml:space="preserve"> може се укључити 100 учесника, што је довољно за реализацију наставе на свим департманима.</w:t>
      </w:r>
      <w:r w:rsidR="00645F7B" w:rsidRPr="00645F7B">
        <w:rPr>
          <w:lang w:val="sr-Latn-RS"/>
        </w:rPr>
        <w:t xml:space="preserve"> </w:t>
      </w:r>
      <w:r w:rsidR="00645F7B">
        <w:rPr>
          <w:lang w:val="sr-Cyrl-RS"/>
        </w:rPr>
        <w:t>Н</w:t>
      </w:r>
      <w:r w:rsidRPr="00645F7B">
        <w:rPr>
          <w:lang w:val="sr-Cyrl-RS"/>
        </w:rPr>
        <w:t xml:space="preserve">аставник/сарадник </w:t>
      </w:r>
      <w:r w:rsidR="00645F7B">
        <w:rPr>
          <w:lang w:val="sr-Cyrl-RS"/>
        </w:rPr>
        <w:t xml:space="preserve">треба да </w:t>
      </w:r>
      <w:r w:rsidRPr="00645F7B">
        <w:rPr>
          <w:lang w:val="sr-Cyrl-RS"/>
        </w:rPr>
        <w:t>реализује час преко видео конференције (</w:t>
      </w:r>
      <w:r w:rsidRPr="00645F7B">
        <w:rPr>
          <w:lang w:val="sr-Latn-RS"/>
        </w:rPr>
        <w:t>Google Meet</w:t>
      </w:r>
      <w:r w:rsidRPr="00645F7B">
        <w:rPr>
          <w:lang w:val="sr-Cyrl-RS"/>
        </w:rPr>
        <w:t>), а материјале и задатке за рад доставља студентима преко апликације Google Classroom</w:t>
      </w:r>
      <w:r w:rsidR="003C2431">
        <w:rPr>
          <w:lang w:val="sr-Cyrl-RS"/>
        </w:rPr>
        <w:t xml:space="preserve"> (или преко друге доступне апликације/платформе која више одговара потребама наставе и учења конкретног предмета)</w:t>
      </w:r>
      <w:r w:rsidRPr="00645F7B">
        <w:rPr>
          <w:lang w:val="sr-Cyrl-RS"/>
        </w:rPr>
        <w:t>.</w:t>
      </w:r>
      <w:r w:rsidR="008B4580" w:rsidRPr="00645F7B">
        <w:rPr>
          <w:lang w:val="sr-Cyrl-RS"/>
        </w:rPr>
        <w:t xml:space="preserve"> </w:t>
      </w:r>
      <w:r w:rsidR="00645F7B">
        <w:rPr>
          <w:lang w:val="sr-Cyrl-RS"/>
        </w:rPr>
        <w:t>Поред наведених апликација, наставници и сарадници у реализацији наставе и рада са студентима могу додатно користити и друге доступне платформе и апликације за онлајн комуникацију</w:t>
      </w:r>
      <w:r w:rsidR="00FC5C9E">
        <w:rPr>
          <w:lang w:val="sr-Cyrl-RS"/>
        </w:rPr>
        <w:t>.</w:t>
      </w:r>
      <w:r w:rsidR="00645F7B">
        <w:rPr>
          <w:lang w:val="sr-Cyrl-RS"/>
        </w:rPr>
        <w:t xml:space="preserve"> </w:t>
      </w:r>
    </w:p>
    <w:p w14:paraId="3CA3B0D1" w14:textId="77777777" w:rsidR="008B4580" w:rsidRDefault="00265326" w:rsidP="00265326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lastRenderedPageBreak/>
        <w:t>Када је реч о структури поена за активности у оквиру предмета, н</w:t>
      </w:r>
      <w:r w:rsidR="008B4580">
        <w:rPr>
          <w:lang w:val="sr-Cyrl-RS"/>
        </w:rPr>
        <w:t xml:space="preserve">е </w:t>
      </w:r>
      <w:r>
        <w:rPr>
          <w:lang w:val="sr-Cyrl-RS"/>
        </w:rPr>
        <w:t xml:space="preserve">треба </w:t>
      </w:r>
      <w:r w:rsidR="008B4580">
        <w:rPr>
          <w:lang w:val="sr-Cyrl-RS"/>
        </w:rPr>
        <w:t xml:space="preserve">предвиђати поене за присуство часовима и не </w:t>
      </w:r>
      <w:r>
        <w:rPr>
          <w:lang w:val="sr-Cyrl-RS"/>
        </w:rPr>
        <w:t xml:space="preserve">треба </w:t>
      </w:r>
      <w:r w:rsidR="008B4580">
        <w:rPr>
          <w:lang w:val="sr-Cyrl-RS"/>
        </w:rPr>
        <w:t>евиденирати изостанке</w:t>
      </w:r>
      <w:r w:rsidR="00515596">
        <w:rPr>
          <w:lang w:val="sr-Cyrl-RS"/>
        </w:rPr>
        <w:t xml:space="preserve"> студената са часова</w:t>
      </w:r>
      <w:r w:rsidR="008B4580">
        <w:rPr>
          <w:lang w:val="sr-Cyrl-RS"/>
        </w:rPr>
        <w:t>.</w:t>
      </w:r>
      <w:r>
        <w:rPr>
          <w:lang w:val="sr-Cyrl-RS"/>
        </w:rPr>
        <w:t xml:space="preserve"> Поене треба предвидети за активност студената и задатке које могу реализовати и ван </w:t>
      </w:r>
      <w:r w:rsidR="00515596">
        <w:rPr>
          <w:lang w:val="sr-Cyrl-RS"/>
        </w:rPr>
        <w:t xml:space="preserve">часова и </w:t>
      </w:r>
      <w:r w:rsidRPr="00645F7B">
        <w:rPr>
          <w:lang w:val="sr-Latn-RS"/>
        </w:rPr>
        <w:t>Google Meet</w:t>
      </w:r>
      <w:r>
        <w:rPr>
          <w:lang w:val="sr-Cyrl-RS"/>
        </w:rPr>
        <w:t xml:space="preserve"> сесија.</w:t>
      </w:r>
    </w:p>
    <w:p w14:paraId="6EC31B3D" w14:textId="77777777" w:rsidR="008B4580" w:rsidRDefault="00396B89" w:rsidP="005A2469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Наставници и сарадници треба да омогуће</w:t>
      </w:r>
      <w:r w:rsidR="008B4580">
        <w:rPr>
          <w:lang w:val="sr-Cyrl-RS"/>
        </w:rPr>
        <w:t xml:space="preserve"> </w:t>
      </w:r>
      <w:r>
        <w:rPr>
          <w:lang w:val="sr-Cyrl-RS"/>
        </w:rPr>
        <w:t xml:space="preserve">студентима </w:t>
      </w:r>
      <w:r w:rsidR="008B4580">
        <w:rPr>
          <w:lang w:val="sr-Cyrl-RS"/>
        </w:rPr>
        <w:t>реализацију предиспитних обавеза.</w:t>
      </w:r>
      <w:r>
        <w:rPr>
          <w:lang w:val="sr-Cyrl-RS"/>
        </w:rPr>
        <w:t xml:space="preserve"> Предиспитне обавезе треба креирати тако да њихова реализација у највећој мери буде могућа на даљину (семинарски радови и други задаци за самостални рад студената, колоквијуми). Уколико је неопходно да се део предиспитних обавеза (практичне вежбе) реализује на Факултету или у другим установама, наставници и сарадници треба да организују њихову реализацију уз поштовање прописаних мера заштите од ширења инфекције COVID-19.</w:t>
      </w:r>
      <w:r w:rsidR="00515596">
        <w:rPr>
          <w:lang w:val="sr-Cyrl-RS"/>
        </w:rPr>
        <w:t xml:space="preserve"> Препоручује се наставницима и сарадницима да предвиде више термина за реализацију предиспитних обавеза.</w:t>
      </w:r>
    </w:p>
    <w:p w14:paraId="4DF8E0C8" w14:textId="77777777" w:rsidR="00FC5C9E" w:rsidRDefault="00FC5C9E" w:rsidP="005A2469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 xml:space="preserve">Консултације са студентима ће се одвијати такође на даљину. За консултације се може користити комуникација електронском поштом, као и преко свих других апликација које омогућавају комуникацију у реалном времену </w:t>
      </w:r>
      <w:r>
        <w:rPr>
          <w:lang w:val="sr-Latn-RS"/>
        </w:rPr>
        <w:t xml:space="preserve">(Google Meet, Google Hangout, Skype, Viber </w:t>
      </w:r>
      <w:r>
        <w:rPr>
          <w:lang w:val="sr-Cyrl-RS"/>
        </w:rPr>
        <w:t>и др.</w:t>
      </w:r>
      <w:r>
        <w:rPr>
          <w:lang w:val="sr-Latn-RS"/>
        </w:rPr>
        <w:t>)</w:t>
      </w:r>
      <w:r>
        <w:rPr>
          <w:lang w:val="sr-Cyrl-RS"/>
        </w:rPr>
        <w:t>. Наставници и сарадници су у обавези да</w:t>
      </w:r>
      <w:r w:rsidR="00265326">
        <w:rPr>
          <w:lang w:val="sr-Cyrl-RS"/>
        </w:rPr>
        <w:t xml:space="preserve"> ажурно одговарају</w:t>
      </w:r>
      <w:r>
        <w:rPr>
          <w:lang w:val="sr-Cyrl-RS"/>
        </w:rPr>
        <w:t xml:space="preserve"> на поруке студената </w:t>
      </w:r>
      <w:r w:rsidR="00265326">
        <w:rPr>
          <w:lang w:val="sr-Cyrl-RS"/>
        </w:rPr>
        <w:t xml:space="preserve">(најмање једном недељно у термину консултација, а по потреби и чешће). </w:t>
      </w:r>
    </w:p>
    <w:p w14:paraId="5FD4289A" w14:textId="77777777" w:rsidR="00CA6F15" w:rsidRDefault="00CA6F15" w:rsidP="004B2997">
      <w:pPr>
        <w:jc w:val="both"/>
        <w:rPr>
          <w:lang w:val="sr-Cyrl-RS"/>
        </w:rPr>
      </w:pPr>
    </w:p>
    <w:p w14:paraId="692694E1" w14:textId="77777777" w:rsidR="00285D23" w:rsidRPr="007B63F4" w:rsidRDefault="00285D23" w:rsidP="004B2997">
      <w:pPr>
        <w:jc w:val="both"/>
        <w:rPr>
          <w:lang w:val="sr-Cyrl-RS"/>
        </w:rPr>
      </w:pPr>
      <w:r>
        <w:rPr>
          <w:lang w:val="sr-Cyrl-RS"/>
        </w:rPr>
        <w:t xml:space="preserve">Студенти ће о начину реализације наставе бити обавештени преко сајта Факултета, преко факултетских друштвених мрежа и мрежа које користи студентска организација. Управници и секретари департмана треба такође да информишу студенте </w:t>
      </w:r>
      <w:r w:rsidR="007E2E9B">
        <w:rPr>
          <w:lang w:val="sr-Cyrl-RS"/>
        </w:rPr>
        <w:t>о начину реализације наставе.</w:t>
      </w:r>
    </w:p>
    <w:p w14:paraId="082A5C06" w14:textId="77777777" w:rsidR="003061F7" w:rsidRDefault="003061F7" w:rsidP="005A2469">
      <w:pPr>
        <w:jc w:val="both"/>
        <w:rPr>
          <w:lang w:val="sr-Latn-RS"/>
        </w:rPr>
      </w:pPr>
    </w:p>
    <w:p w14:paraId="5C191550" w14:textId="77777777" w:rsidR="003061F7" w:rsidRPr="002F3EF1" w:rsidRDefault="003061F7" w:rsidP="005A2469">
      <w:pPr>
        <w:jc w:val="both"/>
        <w:rPr>
          <w:lang w:val="sr-Cyrl-RS"/>
        </w:rPr>
      </w:pPr>
    </w:p>
    <w:sectPr w:rsidR="003061F7" w:rsidRPr="002F3EF1" w:rsidSect="00E73F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2D5A43"/>
    <w:multiLevelType w:val="hybridMultilevel"/>
    <w:tmpl w:val="0F6867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0A578E"/>
    <w:multiLevelType w:val="hybridMultilevel"/>
    <w:tmpl w:val="64A43E00"/>
    <w:lvl w:ilvl="0" w:tplc="8E62AE12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9D6C24"/>
    <w:multiLevelType w:val="hybridMultilevel"/>
    <w:tmpl w:val="01349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BA"/>
    <w:rsid w:val="00045A01"/>
    <w:rsid w:val="000B4A3D"/>
    <w:rsid w:val="00251C65"/>
    <w:rsid w:val="00264C25"/>
    <w:rsid w:val="00265326"/>
    <w:rsid w:val="00285D23"/>
    <w:rsid w:val="002C4ED5"/>
    <w:rsid w:val="002E1426"/>
    <w:rsid w:val="002F3EF1"/>
    <w:rsid w:val="003061F7"/>
    <w:rsid w:val="00396B89"/>
    <w:rsid w:val="003C2431"/>
    <w:rsid w:val="003F1ADB"/>
    <w:rsid w:val="004B2997"/>
    <w:rsid w:val="004B74B0"/>
    <w:rsid w:val="004C2378"/>
    <w:rsid w:val="004E7DDE"/>
    <w:rsid w:val="00515596"/>
    <w:rsid w:val="005A2469"/>
    <w:rsid w:val="006108C0"/>
    <w:rsid w:val="00645F7B"/>
    <w:rsid w:val="007067BA"/>
    <w:rsid w:val="007540EA"/>
    <w:rsid w:val="00761B9A"/>
    <w:rsid w:val="007B63F4"/>
    <w:rsid w:val="007E2E9B"/>
    <w:rsid w:val="008439FB"/>
    <w:rsid w:val="008560FC"/>
    <w:rsid w:val="008B4580"/>
    <w:rsid w:val="00AF2985"/>
    <w:rsid w:val="00C132C4"/>
    <w:rsid w:val="00C73537"/>
    <w:rsid w:val="00CA6F15"/>
    <w:rsid w:val="00CE5FFA"/>
    <w:rsid w:val="00DF0A4E"/>
    <w:rsid w:val="00DF2F64"/>
    <w:rsid w:val="00E25C07"/>
    <w:rsid w:val="00E73F43"/>
    <w:rsid w:val="00E96C11"/>
    <w:rsid w:val="00EA269E"/>
    <w:rsid w:val="00ED053E"/>
    <w:rsid w:val="00F52B99"/>
    <w:rsid w:val="00FC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B78EE"/>
  <w15:chartTrackingRefBased/>
  <w15:docId w15:val="{0B75CF41-37D8-4B84-8068-D51195B0E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F4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ownloads\NA&#268;IN%20REALIZACIJE%20NASTAVE,%20PRVA%20GODIN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NAČIN REALIZACIJE NASTAVE, PRVA GODINA</Template>
  <TotalTime>0</TotalTime>
  <Pages>2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cp:lastModifiedBy>Korisnik</cp:lastModifiedBy>
  <cp:revision>1</cp:revision>
  <cp:lastPrinted>2020-10-21T12:05:00Z</cp:lastPrinted>
  <dcterms:created xsi:type="dcterms:W3CDTF">2020-10-21T12:32:00Z</dcterms:created>
  <dcterms:modified xsi:type="dcterms:W3CDTF">2020-10-21T12:32:00Z</dcterms:modified>
</cp:coreProperties>
</file>